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5613">
        <w:rPr>
          <w:rFonts w:ascii="Arial" w:hAnsi="Arial" w:cs="Arial"/>
          <w:b/>
          <w:caps/>
          <w:sz w:val="28"/>
          <w:szCs w:val="28"/>
        </w:rPr>
        <w:t>878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56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5613">
              <w:rPr>
                <w:rFonts w:ascii="Arial" w:hAnsi="Arial" w:cs="Arial"/>
                <w:sz w:val="20"/>
                <w:szCs w:val="20"/>
              </w:rPr>
              <w:t>Solicita troca de placa denominativa e a execução de reparos no leito carroçável da Rua Arary Siqueira Moscatello,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F5613">
        <w:rPr>
          <w:rFonts w:ascii="Arial" w:hAnsi="Arial" w:cs="Arial"/>
        </w:rPr>
        <w:t>à troca de placa denominativa e à</w:t>
      </w:r>
      <w:r w:rsidR="00CF5613" w:rsidRPr="00CF5613">
        <w:rPr>
          <w:rFonts w:ascii="Arial" w:hAnsi="Arial" w:cs="Arial"/>
        </w:rPr>
        <w:t xml:space="preserve"> execução de reparos no leito carroçável da Rua Arary Siqueira Moscatello, no Jardim do Portal.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F5613" w:rsidRDefault="00CF5613" w:rsidP="00CF56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 proceda à troca ou manutenção da referida placa, pois, conforme demonstra a foto anexa, está deteriorada, impossibilitando a identificação.</w:t>
      </w:r>
    </w:p>
    <w:p w:rsidR="00CF5613" w:rsidRPr="00CF5613" w:rsidRDefault="00CF5613" w:rsidP="00CF56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CF5613">
        <w:rPr>
          <w:rFonts w:ascii="Arial" w:hAnsi="Arial" w:cs="Arial"/>
        </w:rPr>
        <w:t>e acordo com relatos dos munícipes, muitas placas estão ilegíveis, dificultando a entrega de encomendas e corresp</w:t>
      </w:r>
      <w:bookmarkStart w:id="0" w:name="_GoBack"/>
      <w:bookmarkEnd w:id="0"/>
      <w:r w:rsidRPr="00CF5613">
        <w:rPr>
          <w:rFonts w:ascii="Arial" w:hAnsi="Arial" w:cs="Arial"/>
        </w:rPr>
        <w:t xml:space="preserve">ondências dos moradores do bairro. </w:t>
      </w:r>
    </w:p>
    <w:p w:rsidR="00CF5613" w:rsidRDefault="00CF5613" w:rsidP="00CF56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5613">
        <w:rPr>
          <w:rFonts w:ascii="Arial" w:hAnsi="Arial" w:cs="Arial"/>
        </w:rPr>
        <w:t xml:space="preserve">Além da troca da placa, conforme </w:t>
      </w:r>
      <w:r>
        <w:rPr>
          <w:rFonts w:ascii="Arial" w:hAnsi="Arial" w:cs="Arial"/>
        </w:rPr>
        <w:t xml:space="preserve">as demais </w:t>
      </w:r>
      <w:r w:rsidRPr="00CF5613">
        <w:rPr>
          <w:rFonts w:ascii="Arial" w:hAnsi="Arial" w:cs="Arial"/>
        </w:rPr>
        <w:t>fotos</w:t>
      </w:r>
      <w:r>
        <w:rPr>
          <w:rFonts w:ascii="Arial" w:hAnsi="Arial" w:cs="Arial"/>
        </w:rPr>
        <w:t xml:space="preserve"> anexas</w:t>
      </w:r>
      <w:r w:rsidRPr="00CF5613">
        <w:rPr>
          <w:rFonts w:ascii="Arial" w:hAnsi="Arial" w:cs="Arial"/>
        </w:rPr>
        <w:t>, há buracos na mesma via</w:t>
      </w:r>
      <w:r>
        <w:rPr>
          <w:rFonts w:ascii="Arial" w:hAnsi="Arial" w:cs="Arial"/>
        </w:rPr>
        <w:t>, portanto, i</w:t>
      </w:r>
      <w:r w:rsidRPr="00CF5613">
        <w:rPr>
          <w:rFonts w:ascii="Arial" w:hAnsi="Arial" w:cs="Arial"/>
        </w:rPr>
        <w:t xml:space="preserve">ndicamos também </w:t>
      </w:r>
      <w:r>
        <w:rPr>
          <w:rFonts w:ascii="Arial" w:hAnsi="Arial" w:cs="Arial"/>
        </w:rPr>
        <w:t>a execução de reparos no leito carroçável</w:t>
      </w:r>
      <w:r w:rsidRPr="00CF5613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5613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Default="00CF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Pr="00A34F2C" w:rsidRDefault="00CF561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CF5613" w:rsidRPr="00A34F2C" w:rsidRDefault="00CF561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Default="00CF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Default="00CF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Default="00CF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Default="00CF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Default="00CF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5613" w:rsidRPr="00CF5613" w:rsidRDefault="00CF5613" w:rsidP="00CF5613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CF5613">
        <w:rPr>
          <w:rFonts w:ascii="Arial" w:hAnsi="Arial" w:cs="Arial"/>
          <w:noProof/>
          <w:color w:val="000000"/>
          <w:u w:val="single"/>
        </w:rPr>
        <w:lastRenderedPageBreak/>
        <w:drawing>
          <wp:inline distT="0" distB="0" distL="0" distR="0">
            <wp:extent cx="3420000" cy="2562021"/>
            <wp:effectExtent l="0" t="0" r="0" b="0"/>
            <wp:docPr id="10" name="Imagem 10" descr="2018-03-27-PHOTO-00000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-03-27-PHOTO-0000082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2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13" w:rsidRPr="00CF5613" w:rsidRDefault="00CF5613" w:rsidP="00CF5613">
      <w:pPr>
        <w:jc w:val="center"/>
        <w:rPr>
          <w:rFonts w:ascii="Arial" w:hAnsi="Arial" w:cs="Arial"/>
          <w:noProof/>
          <w:color w:val="000000"/>
          <w:u w:val="single"/>
        </w:rPr>
      </w:pPr>
      <w:r w:rsidRPr="00CF5613">
        <w:rPr>
          <w:rFonts w:ascii="Arial" w:hAnsi="Arial" w:cs="Arial"/>
          <w:noProof/>
          <w:color w:val="000000"/>
          <w:u w:val="single"/>
        </w:rPr>
        <w:drawing>
          <wp:inline distT="0" distB="0" distL="0" distR="0">
            <wp:extent cx="3420000" cy="2565000"/>
            <wp:effectExtent l="0" t="0" r="9525" b="6985"/>
            <wp:docPr id="9" name="Imagem 9" descr="2018-03-27-PHOTO-00000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3-27-PHOTO-0000082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13" w:rsidRDefault="00CF5613" w:rsidP="00CF561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3420000" cy="2565000"/>
            <wp:effectExtent l="0" t="0" r="9525" b="6985"/>
            <wp:docPr id="8" name="Imagem 8" descr="2018-03-27-PHOTO-00000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3-27-PHOTO-0000082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</w:p>
    <w:sectPr w:rsidR="00CF561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6A0" w:rsidRDefault="006816A0">
      <w:r>
        <w:separator/>
      </w:r>
    </w:p>
  </w:endnote>
  <w:endnote w:type="continuationSeparator" w:id="0">
    <w:p w:rsidR="006816A0" w:rsidRDefault="0068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6A0" w:rsidRDefault="006816A0">
      <w:r>
        <w:separator/>
      </w:r>
    </w:p>
  </w:footnote>
  <w:footnote w:type="continuationSeparator" w:id="0">
    <w:p w:rsidR="006816A0" w:rsidRDefault="00681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5613">
      <w:rPr>
        <w:rFonts w:ascii="Arial" w:hAnsi="Arial" w:cs="Arial"/>
        <w:b/>
        <w:sz w:val="20"/>
        <w:szCs w:val="20"/>
        <w:u w:val="single"/>
      </w:rPr>
      <w:t>878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F5613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57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57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5710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3892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16A0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5613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9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3639-52B0-4B0D-BCC1-50AEE38F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2018-04-02T15:05:00Z</dcterms:created>
  <dcterms:modified xsi:type="dcterms:W3CDTF">2018-04-02T15:15:00Z</dcterms:modified>
</cp:coreProperties>
</file>